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4224B" w14:textId="40B0F351" w:rsidR="00973F14" w:rsidRDefault="00B33CD3">
      <w:pPr>
        <w:pStyle w:val="Standard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D72D2C" wp14:editId="5F7346D0">
                <wp:simplePos x="0" y="0"/>
                <wp:positionH relativeFrom="page">
                  <wp:align>right</wp:align>
                </wp:positionH>
                <wp:positionV relativeFrom="paragraph">
                  <wp:posOffset>257174</wp:posOffset>
                </wp:positionV>
                <wp:extent cx="3270250" cy="1828800"/>
                <wp:effectExtent l="0" t="838200" r="0" b="8445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5500">
                          <a:off x="0" y="0"/>
                          <a:ext cx="32702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D8FF3A" w14:textId="03F7A0F1" w:rsidR="00B33CD3" w:rsidRPr="00B33CD3" w:rsidRDefault="00B33CD3" w:rsidP="00B33CD3">
                            <w:pPr>
                              <w:pStyle w:val="TableContents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Exemple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D72D2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206.3pt;margin-top:20.25pt;width:257.5pt;height:2in;rotation:2288845fd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" filled="f" stroked="f">
                <v:fill o:detectmouseclick="t"/>
                <v:textbox style="mso-fit-shape-to-text:t">
                  <w:txbxContent>
                    <w:p w14:paraId="49D8FF3A" w14:textId="03F7A0F1" w:rsidR="00B33CD3" w:rsidRPr="00B33CD3" w:rsidRDefault="00B33CD3" w:rsidP="00B33CD3">
                      <w:pPr>
                        <w:pStyle w:val="TableContents"/>
                        <w:jc w:val="center"/>
                        <w:rPr>
                          <w:rFonts w:ascii="Trebuchet MS" w:hAnsi="Trebuchet MS"/>
                          <w:b/>
                          <w:bCs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Exemple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419CE">
        <w:rPr>
          <w:rFonts w:ascii="Arial Black" w:hAnsi="Arial Black"/>
          <w:sz w:val="36"/>
          <w:szCs w:val="36"/>
        </w:rPr>
        <w:t>Choisir une idée ?</w:t>
      </w:r>
    </w:p>
    <w:p w14:paraId="57048311" w14:textId="46B24940" w:rsidR="00973F14" w:rsidRDefault="00973F14">
      <w:pPr>
        <w:pStyle w:val="Standard"/>
        <w:jc w:val="center"/>
      </w:pPr>
    </w:p>
    <w:p w14:paraId="63250BB3" w14:textId="14E74F16" w:rsidR="00973F14" w:rsidRDefault="009419CE">
      <w:pPr>
        <w:pStyle w:val="Standard"/>
        <w:pBdr>
          <w:top w:val="double" w:sz="6" w:space="1" w:color="000000"/>
          <w:left w:val="double" w:sz="6" w:space="1" w:color="000000"/>
          <w:bottom w:val="double" w:sz="6" w:space="1" w:color="000000"/>
          <w:right w:val="double" w:sz="6" w:space="1" w:color="000000"/>
        </w:pBdr>
        <w:shd w:val="clear" w:color="auto" w:fill="CCCCCC"/>
        <w:spacing w:line="360" w:lineRule="auto"/>
        <w:rPr>
          <w:rFonts w:ascii="Arial" w:hAnsi="Arial"/>
          <w:b/>
          <w:bCs/>
          <w:i/>
          <w:i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</w:rPr>
        <w:t xml:space="preserve">Année scolaire :  </w:t>
      </w:r>
    </w:p>
    <w:p w14:paraId="1F3EBAC8" w14:textId="36154CD6" w:rsidR="00973F14" w:rsidRDefault="009419CE">
      <w:pPr>
        <w:pStyle w:val="Standard"/>
        <w:pBdr>
          <w:top w:val="double" w:sz="6" w:space="1" w:color="000000"/>
          <w:left w:val="double" w:sz="6" w:space="1" w:color="000000"/>
          <w:bottom w:val="double" w:sz="6" w:space="1" w:color="000000"/>
          <w:right w:val="double" w:sz="6" w:space="1" w:color="000000"/>
        </w:pBdr>
        <w:shd w:val="clear" w:color="auto" w:fill="CCCCCC"/>
        <w:spacing w:line="360" w:lineRule="auto"/>
        <w:rPr>
          <w:rFonts w:ascii="Arial" w:hAnsi="Arial"/>
          <w:b/>
          <w:bCs/>
          <w:i/>
          <w:i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</w:rPr>
        <w:t>Classe :</w:t>
      </w:r>
    </w:p>
    <w:p w14:paraId="44903B96" w14:textId="3841ED36" w:rsidR="00973F14" w:rsidRDefault="009419CE">
      <w:pPr>
        <w:pStyle w:val="Standard"/>
        <w:pBdr>
          <w:top w:val="double" w:sz="6" w:space="1" w:color="000000"/>
          <w:left w:val="double" w:sz="6" w:space="1" w:color="000000"/>
          <w:bottom w:val="double" w:sz="6" w:space="1" w:color="000000"/>
          <w:right w:val="double" w:sz="6" w:space="1" w:color="000000"/>
        </w:pBdr>
        <w:shd w:val="clear" w:color="auto" w:fill="CCCCCC"/>
        <w:spacing w:line="360" w:lineRule="auto"/>
        <w:rPr>
          <w:rFonts w:ascii="Arial" w:hAnsi="Arial"/>
          <w:b/>
          <w:bCs/>
          <w:i/>
          <w:i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</w:rPr>
        <w:t>Nom</w:t>
      </w:r>
      <w:r w:rsidR="00B33CD3">
        <w:rPr>
          <w:rFonts w:ascii="Arial" w:hAnsi="Arial"/>
          <w:b/>
          <w:bCs/>
          <w:i/>
          <w:iCs/>
          <w:sz w:val="28"/>
          <w:szCs w:val="28"/>
        </w:rPr>
        <w:t xml:space="preserve">(s) </w:t>
      </w:r>
      <w:r>
        <w:rPr>
          <w:rFonts w:ascii="Arial" w:hAnsi="Arial"/>
          <w:b/>
          <w:bCs/>
          <w:i/>
          <w:iCs/>
          <w:sz w:val="28"/>
          <w:szCs w:val="28"/>
        </w:rPr>
        <w:t>:</w:t>
      </w:r>
    </w:p>
    <w:p w14:paraId="6C4AB46B" w14:textId="77777777" w:rsidR="00973F14" w:rsidRDefault="00973F14">
      <w:pPr>
        <w:pStyle w:val="Standard"/>
        <w:pBdr>
          <w:top w:val="double" w:sz="6" w:space="1" w:color="000000"/>
          <w:left w:val="double" w:sz="6" w:space="1" w:color="000000"/>
          <w:bottom w:val="double" w:sz="6" w:space="1" w:color="000000"/>
          <w:right w:val="double" w:sz="6" w:space="1" w:color="000000"/>
        </w:pBdr>
        <w:shd w:val="clear" w:color="auto" w:fill="CCCCCC"/>
        <w:rPr>
          <w:rFonts w:ascii="Arial" w:hAnsi="Arial"/>
          <w:b/>
          <w:bCs/>
          <w:i/>
          <w:iCs/>
        </w:rPr>
      </w:pPr>
    </w:p>
    <w:p w14:paraId="08F85F4A" w14:textId="03EC393C" w:rsidR="00973F14" w:rsidRDefault="00973F14">
      <w:pPr>
        <w:pStyle w:val="Standard"/>
        <w:rPr>
          <w:rFonts w:ascii="Arial" w:hAnsi="Arial"/>
          <w:b/>
          <w:bCs/>
          <w:i/>
          <w:iCs/>
        </w:rPr>
      </w:pPr>
    </w:p>
    <w:p w14:paraId="3B6C5B72" w14:textId="1144F4D2" w:rsidR="00973F14" w:rsidRDefault="009F344A">
      <w:pPr>
        <w:pStyle w:val="Standard"/>
        <w:jc w:val="center"/>
        <w:rPr>
          <w:rFonts w:ascii="Arial" w:hAnsi="Arial"/>
          <w:b/>
          <w:bCs/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59415A" wp14:editId="226ABED1">
                <wp:simplePos x="0" y="0"/>
                <wp:positionH relativeFrom="margin">
                  <wp:posOffset>4210050</wp:posOffset>
                </wp:positionH>
                <wp:positionV relativeFrom="paragraph">
                  <wp:posOffset>3810</wp:posOffset>
                </wp:positionV>
                <wp:extent cx="2343150" cy="717550"/>
                <wp:effectExtent l="0" t="266700" r="38100" b="27305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32999">
                          <a:off x="0" y="0"/>
                          <a:ext cx="2343150" cy="717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8EAEC8" w14:textId="286F8A99" w:rsidR="009F344A" w:rsidRPr="009F344A" w:rsidRDefault="009F344A" w:rsidP="009F344A">
                            <w:pPr>
                              <w:pStyle w:val="Standard"/>
                              <w:jc w:val="center"/>
                              <w:rPr>
                                <w:b/>
                                <w:sz w:val="40"/>
                                <w:szCs w:val="4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F344A">
                              <w:rPr>
                                <w:b/>
                                <w:sz w:val="40"/>
                                <w:szCs w:val="4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Rappel des contraintes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9415A" id="Zone de texte 16" o:spid="_x0000_s1027" type="#_x0000_t202" style="position:absolute;left:0;text-align:left;margin-left:331.5pt;margin-top:.3pt;width:184.5pt;height:56.5pt;rotation:1019084fd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" filled="f" stroked="f">
                <v:fill o:detectmouseclick="t"/>
                <v:textbox>
                  <w:txbxContent>
                    <w:p w14:paraId="668EAEC8" w14:textId="286F8A99" w:rsidR="009F344A" w:rsidRPr="009F344A" w:rsidRDefault="009F344A" w:rsidP="009F344A">
                      <w:pPr>
                        <w:pStyle w:val="Standard"/>
                        <w:jc w:val="center"/>
                        <w:rPr>
                          <w:b/>
                          <w:sz w:val="40"/>
                          <w:szCs w:val="4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F344A">
                        <w:rPr>
                          <w:b/>
                          <w:sz w:val="40"/>
                          <w:szCs w:val="4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Rappel des contraintes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FCFBC8" w14:textId="4E07834D" w:rsidR="00973F14" w:rsidRDefault="00B33CD3">
      <w:pPr>
        <w:pStyle w:val="Standard"/>
        <w:rPr>
          <w:rFonts w:ascii="Arial" w:hAnsi="Arial"/>
          <w:b/>
          <w:bCs/>
          <w:i/>
          <w:iCs/>
        </w:rPr>
      </w:pPr>
      <w:r>
        <w:rPr>
          <w:sz w:val="32"/>
          <w:szCs w:val="32"/>
        </w:rPr>
        <w:t xml:space="preserve">Projet : </w:t>
      </w:r>
      <w:r w:rsidR="009419CE">
        <w:rPr>
          <w:sz w:val="32"/>
          <w:szCs w:val="32"/>
        </w:rPr>
        <w:t xml:space="preserve"> </w:t>
      </w:r>
      <w:r w:rsidR="009419CE">
        <w:rPr>
          <w:sz w:val="20"/>
          <w:szCs w:val="20"/>
        </w:rPr>
        <w:t>…………</w:t>
      </w:r>
      <w:r w:rsidRPr="00B33CD3">
        <w:rPr>
          <w:b/>
          <w:bCs/>
        </w:rPr>
        <w:t>TROMBONE POUR LE CVC</w:t>
      </w:r>
      <w:r w:rsidR="009419CE">
        <w:rPr>
          <w:sz w:val="20"/>
          <w:szCs w:val="20"/>
        </w:rPr>
        <w:t>………………</w:t>
      </w:r>
    </w:p>
    <w:p w14:paraId="7253F98D" w14:textId="5E7412DD" w:rsidR="00973F14" w:rsidRDefault="00973F14">
      <w:pPr>
        <w:pStyle w:val="Standard"/>
        <w:rPr>
          <w:rFonts w:ascii="Arial" w:hAnsi="Arial"/>
          <w:b/>
          <w:bCs/>
          <w:i/>
          <w:iCs/>
        </w:rPr>
      </w:pPr>
    </w:p>
    <w:p w14:paraId="1A998485" w14:textId="16E03B2C" w:rsidR="00973F14" w:rsidRDefault="009F344A">
      <w:pPr>
        <w:pStyle w:val="Standard"/>
        <w:jc w:val="center"/>
        <w:rPr>
          <w:rFonts w:ascii="Arial" w:hAnsi="Arial"/>
          <w:b/>
          <w:bCs/>
          <w:i/>
          <w:iCs/>
        </w:rPr>
      </w:pPr>
      <w:r>
        <w:rPr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4ACF37" wp14:editId="287054F8">
                <wp:simplePos x="0" y="0"/>
                <wp:positionH relativeFrom="column">
                  <wp:posOffset>5340350</wp:posOffset>
                </wp:positionH>
                <wp:positionV relativeFrom="paragraph">
                  <wp:posOffset>10160</wp:posOffset>
                </wp:positionV>
                <wp:extent cx="0" cy="330200"/>
                <wp:effectExtent l="114300" t="38100" r="76200" b="12700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020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7929D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5" o:spid="_x0000_s1026" type="#_x0000_t32" style="position:absolute;margin-left:420.5pt;margin-top:.8pt;width:0;height:26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" strokecolor="#ed7d31 [3205]" strokeweight="4.5pt">
                <v:stroke endarrow="block" joinstyle="miter"/>
              </v:shape>
            </w:pict>
          </mc:Fallback>
        </mc:AlternateContent>
      </w:r>
      <w:r w:rsidR="009419CE">
        <w:rPr>
          <w:sz w:val="32"/>
          <w:szCs w:val="32"/>
          <w:u w:val="single"/>
        </w:rPr>
        <w:t xml:space="preserve">Tableau </w:t>
      </w:r>
      <w:r w:rsidR="00B33CD3">
        <w:rPr>
          <w:sz w:val="32"/>
          <w:szCs w:val="32"/>
          <w:u w:val="single"/>
        </w:rPr>
        <w:t>comparatif</w:t>
      </w:r>
    </w:p>
    <w:p w14:paraId="0E7DA42F" w14:textId="6A5E7334" w:rsidR="00973F14" w:rsidRDefault="009F344A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76885A" wp14:editId="492DDF98">
                <wp:simplePos x="0" y="0"/>
                <wp:positionH relativeFrom="margin">
                  <wp:align>right</wp:align>
                </wp:positionH>
                <wp:positionV relativeFrom="paragraph">
                  <wp:posOffset>106680</wp:posOffset>
                </wp:positionV>
                <wp:extent cx="5270500" cy="768350"/>
                <wp:effectExtent l="0" t="0" r="25400" b="127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0500" cy="7683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B8297" id="Rectangle 13" o:spid="_x0000_s1026" style="position:absolute;margin-left:363.8pt;margin-top:8.4pt;width:415pt;height:60.5pt;z-index:25167360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" filled="f" strokecolor="#c45911 [2405]" strokeweight="1.5pt">
                <w10:wrap anchorx="margin"/>
              </v:rect>
            </w:pict>
          </mc:Fallback>
        </mc:AlternateContent>
      </w:r>
    </w:p>
    <w:tbl>
      <w:tblPr>
        <w:tblW w:w="1026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0"/>
        <w:gridCol w:w="1700"/>
        <w:gridCol w:w="1367"/>
        <w:gridCol w:w="1533"/>
        <w:gridCol w:w="1750"/>
        <w:gridCol w:w="1767"/>
      </w:tblGrid>
      <w:tr w:rsidR="00973F14" w14:paraId="6FA89A46" w14:textId="77777777">
        <w:tblPrEx>
          <w:tblCellMar>
            <w:top w:w="0" w:type="dxa"/>
            <w:bottom w:w="0" w:type="dxa"/>
          </w:tblCellMar>
        </w:tblPrEx>
        <w:tc>
          <w:tcPr>
            <w:tcW w:w="21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04597" w14:textId="77777777" w:rsidR="00973F14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36"/>
                <w:szCs w:val="36"/>
              </w:rPr>
            </w:pPr>
            <w:r>
              <w:rPr>
                <w:rFonts w:ascii="Trebuchet MS" w:hAnsi="Trebuchet MS"/>
                <w:b/>
                <w:bCs/>
                <w:sz w:val="36"/>
                <w:szCs w:val="36"/>
              </w:rPr>
              <w:t>Titre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A7344" w14:textId="5BC7F3EA" w:rsidR="00973F14" w:rsidRPr="009B45D1" w:rsidRDefault="00B33CD3">
            <w:pPr>
              <w:pStyle w:val="TableContents"/>
              <w:jc w:val="center"/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</w:pPr>
            <w:r w:rsidRPr="009B45D1"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  <w:t>Maintenir</w:t>
            </w:r>
          </w:p>
        </w:tc>
        <w:tc>
          <w:tcPr>
            <w:tcW w:w="136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34E77F" w14:textId="77777777" w:rsidR="00973F14" w:rsidRPr="009B45D1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</w:pPr>
            <w:r w:rsidRPr="009B45D1"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  <w:t>Valoriser</w:t>
            </w:r>
          </w:p>
        </w:tc>
        <w:tc>
          <w:tcPr>
            <w:tcW w:w="15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A1CD47" w14:textId="44A8E1AF" w:rsidR="00973F14" w:rsidRPr="009B45D1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</w:pPr>
            <w:r w:rsidRPr="009B45D1"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  <w:t>Mesurer</w:t>
            </w:r>
          </w:p>
        </w:tc>
        <w:tc>
          <w:tcPr>
            <w:tcW w:w="17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4CE3FA" w14:textId="77777777" w:rsidR="00973F14" w:rsidRPr="009B45D1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</w:pPr>
            <w:r w:rsidRPr="009B45D1"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  <w:t>Être réalisable</w:t>
            </w:r>
          </w:p>
        </w:tc>
        <w:tc>
          <w:tcPr>
            <w:tcW w:w="176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D2B6BB" w14:textId="4BAC6C2A" w:rsidR="00973F14" w:rsidRPr="009B45D1" w:rsidRDefault="00973F14">
            <w:pPr>
              <w:pStyle w:val="TableContents"/>
              <w:jc w:val="center"/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</w:pPr>
          </w:p>
          <w:p w14:paraId="7FB8CD4A" w14:textId="77777777" w:rsidR="00973F14" w:rsidRPr="009B45D1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</w:pPr>
            <w:r w:rsidRPr="009B45D1"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  <w:t>Coûter</w:t>
            </w:r>
          </w:p>
        </w:tc>
      </w:tr>
      <w:tr w:rsidR="00973F14" w14:paraId="7169789B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215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35C27" w14:textId="77777777" w:rsidR="00973F14" w:rsidRDefault="00973F14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</w:p>
          <w:p w14:paraId="77630D38" w14:textId="77777777" w:rsidR="00973F14" w:rsidRDefault="009419CE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  <w:r>
              <w:rPr>
                <w:rFonts w:ascii="sans-serif" w:hAnsi="sans-serif"/>
                <w:sz w:val="25"/>
              </w:rPr>
              <w:t>Idée 1</w:t>
            </w:r>
          </w:p>
          <w:p w14:paraId="2DFF215E" w14:textId="77777777" w:rsidR="00973F14" w:rsidRDefault="00973F14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</w:p>
        </w:tc>
        <w:tc>
          <w:tcPr>
            <w:tcW w:w="170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FEF16" w14:textId="77777777" w:rsidR="00973F14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  <w:r>
              <w:rPr>
                <w:rFonts w:ascii="Trebuchet MS" w:hAnsi="Trebuchet MS"/>
                <w:b/>
                <w:bCs/>
                <w:sz w:val="72"/>
                <w:szCs w:val="72"/>
              </w:rPr>
              <w:t>+</w:t>
            </w:r>
          </w:p>
        </w:tc>
        <w:tc>
          <w:tcPr>
            <w:tcW w:w="1367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3F3F7" w14:textId="52326F0E" w:rsidR="00973F14" w:rsidRDefault="00B9054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  <w:r>
              <w:rPr>
                <w:rFonts w:ascii="Trebuchet MS" w:hAnsi="Trebuchet MS"/>
                <w:b/>
                <w:bCs/>
                <w:sz w:val="72"/>
                <w:szCs w:val="72"/>
              </w:rPr>
              <w:t>+</w:t>
            </w:r>
          </w:p>
        </w:tc>
        <w:tc>
          <w:tcPr>
            <w:tcW w:w="1533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2FD74" w14:textId="77777777" w:rsidR="00973F14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  <w:r>
              <w:rPr>
                <w:rFonts w:ascii="Trebuchet MS" w:hAnsi="Trebuchet MS"/>
                <w:b/>
                <w:bCs/>
                <w:sz w:val="72"/>
                <w:szCs w:val="72"/>
              </w:rPr>
              <w:t>O</w:t>
            </w:r>
          </w:p>
        </w:tc>
        <w:tc>
          <w:tcPr>
            <w:tcW w:w="175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24A38" w14:textId="77777777" w:rsidR="00973F14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  <w:r>
              <w:rPr>
                <w:rFonts w:ascii="Trebuchet MS" w:hAnsi="Trebuchet MS"/>
                <w:b/>
                <w:bCs/>
                <w:sz w:val="72"/>
                <w:szCs w:val="72"/>
              </w:rPr>
              <w:t>-</w:t>
            </w:r>
          </w:p>
        </w:tc>
        <w:tc>
          <w:tcPr>
            <w:tcW w:w="176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62294" w14:textId="77777777" w:rsidR="00973F14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  <w:r>
              <w:rPr>
                <w:rFonts w:ascii="Trebuchet MS" w:hAnsi="Trebuchet MS"/>
                <w:b/>
                <w:bCs/>
                <w:sz w:val="72"/>
                <w:szCs w:val="72"/>
              </w:rPr>
              <w:t>-</w:t>
            </w:r>
          </w:p>
        </w:tc>
      </w:tr>
      <w:tr w:rsidR="00973F14" w14:paraId="502AA863" w14:textId="77777777">
        <w:tblPrEx>
          <w:tblCellMar>
            <w:top w:w="0" w:type="dxa"/>
            <w:bottom w:w="0" w:type="dxa"/>
          </w:tblCellMar>
        </w:tblPrEx>
        <w:tc>
          <w:tcPr>
            <w:tcW w:w="215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4C146" w14:textId="77777777" w:rsidR="00973F14" w:rsidRDefault="00973F14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</w:p>
          <w:p w14:paraId="46B79B15" w14:textId="77777777" w:rsidR="00973F14" w:rsidRDefault="009419CE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  <w:r>
              <w:rPr>
                <w:rFonts w:ascii="sans-serif" w:hAnsi="sans-serif"/>
                <w:sz w:val="25"/>
              </w:rPr>
              <w:t>Idée 2</w:t>
            </w:r>
          </w:p>
          <w:p w14:paraId="0CC549D3" w14:textId="77777777" w:rsidR="00973F14" w:rsidRDefault="00973F14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</w:p>
        </w:tc>
        <w:tc>
          <w:tcPr>
            <w:tcW w:w="170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DEB4A" w14:textId="2F1C1D4E" w:rsidR="00973F14" w:rsidRDefault="00B9054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  <w:r>
              <w:rPr>
                <w:rFonts w:ascii="Trebuchet MS" w:hAnsi="Trebuchet MS"/>
                <w:b/>
                <w:bCs/>
                <w:sz w:val="72"/>
                <w:szCs w:val="72"/>
              </w:rPr>
              <w:t>+</w:t>
            </w:r>
          </w:p>
        </w:tc>
        <w:tc>
          <w:tcPr>
            <w:tcW w:w="1367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81BDF" w14:textId="5A2D26F6" w:rsidR="00973F14" w:rsidRDefault="00B9054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  <w:r>
              <w:rPr>
                <w:rFonts w:ascii="Trebuchet MS" w:hAnsi="Trebuchet MS"/>
                <w:b/>
                <w:bCs/>
                <w:sz w:val="72"/>
                <w:szCs w:val="72"/>
              </w:rPr>
              <w:t>-</w:t>
            </w:r>
          </w:p>
        </w:tc>
        <w:tc>
          <w:tcPr>
            <w:tcW w:w="1533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2175F" w14:textId="77777777" w:rsidR="00973F14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  <w:r>
              <w:rPr>
                <w:rFonts w:ascii="Trebuchet MS" w:hAnsi="Trebuchet MS"/>
                <w:b/>
                <w:bCs/>
                <w:sz w:val="72"/>
                <w:szCs w:val="72"/>
              </w:rPr>
              <w:t>O</w:t>
            </w:r>
          </w:p>
        </w:tc>
        <w:tc>
          <w:tcPr>
            <w:tcW w:w="175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77DCB" w14:textId="5EBD410F" w:rsidR="00973F14" w:rsidRDefault="00B9054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  <w:r>
              <w:rPr>
                <w:rFonts w:ascii="Trebuchet MS" w:hAnsi="Trebuchet MS"/>
                <w:b/>
                <w:bCs/>
                <w:sz w:val="72"/>
                <w:szCs w:val="72"/>
              </w:rPr>
              <w:t>O</w:t>
            </w:r>
          </w:p>
        </w:tc>
        <w:tc>
          <w:tcPr>
            <w:tcW w:w="176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185E6" w14:textId="2B207B82" w:rsidR="00973F14" w:rsidRDefault="00B9054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  <w:r>
              <w:rPr>
                <w:rFonts w:ascii="Trebuchet MS" w:hAnsi="Trebuchet MS"/>
                <w:b/>
                <w:bCs/>
                <w:sz w:val="72"/>
                <w:szCs w:val="72"/>
              </w:rPr>
              <w:t>-</w:t>
            </w:r>
          </w:p>
        </w:tc>
      </w:tr>
      <w:tr w:rsidR="00973F14" w14:paraId="1B227E07" w14:textId="77777777">
        <w:tblPrEx>
          <w:tblCellMar>
            <w:top w:w="0" w:type="dxa"/>
            <w:bottom w:w="0" w:type="dxa"/>
          </w:tblCellMar>
        </w:tblPrEx>
        <w:tc>
          <w:tcPr>
            <w:tcW w:w="215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AC405" w14:textId="77777777" w:rsidR="00973F14" w:rsidRDefault="00973F14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</w:p>
          <w:p w14:paraId="598EB66D" w14:textId="77777777" w:rsidR="00973F14" w:rsidRDefault="009419CE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  <w:r>
              <w:rPr>
                <w:rFonts w:ascii="sans-serif" w:hAnsi="sans-serif"/>
                <w:sz w:val="25"/>
              </w:rPr>
              <w:t>Idée 3</w:t>
            </w:r>
          </w:p>
          <w:p w14:paraId="52F95FCB" w14:textId="77777777" w:rsidR="00973F14" w:rsidRDefault="00973F14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</w:p>
        </w:tc>
        <w:tc>
          <w:tcPr>
            <w:tcW w:w="170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CD3AD" w14:textId="03DD8A3A" w:rsidR="00973F14" w:rsidRDefault="00B9054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  <w:r>
              <w:rPr>
                <w:rFonts w:ascii="Trebuchet MS" w:hAnsi="Trebuchet MS"/>
                <w:b/>
                <w:bCs/>
                <w:sz w:val="72"/>
                <w:szCs w:val="72"/>
              </w:rPr>
              <w:t>+</w:t>
            </w:r>
          </w:p>
        </w:tc>
        <w:tc>
          <w:tcPr>
            <w:tcW w:w="1367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16107" w14:textId="59E33305" w:rsidR="00973F14" w:rsidRDefault="00B9054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  <w:r>
              <w:rPr>
                <w:rFonts w:ascii="Trebuchet MS" w:hAnsi="Trebuchet MS"/>
                <w:b/>
                <w:bCs/>
                <w:sz w:val="72"/>
                <w:szCs w:val="72"/>
              </w:rPr>
              <w:t>-</w:t>
            </w:r>
          </w:p>
        </w:tc>
        <w:tc>
          <w:tcPr>
            <w:tcW w:w="1533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40076" w14:textId="77777777" w:rsidR="00973F14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  <w:r>
              <w:rPr>
                <w:rFonts w:ascii="Trebuchet MS" w:hAnsi="Trebuchet MS"/>
                <w:b/>
                <w:bCs/>
                <w:sz w:val="72"/>
                <w:szCs w:val="72"/>
              </w:rPr>
              <w:t>O</w:t>
            </w:r>
          </w:p>
        </w:tc>
        <w:tc>
          <w:tcPr>
            <w:tcW w:w="175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2B489" w14:textId="77777777" w:rsidR="00973F14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  <w:r>
              <w:rPr>
                <w:rFonts w:ascii="Trebuchet MS" w:hAnsi="Trebuchet MS"/>
                <w:b/>
                <w:bCs/>
                <w:sz w:val="72"/>
                <w:szCs w:val="72"/>
              </w:rPr>
              <w:t>+</w:t>
            </w:r>
          </w:p>
        </w:tc>
        <w:tc>
          <w:tcPr>
            <w:tcW w:w="176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4EDC6" w14:textId="77777777" w:rsidR="00973F14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  <w:r>
              <w:rPr>
                <w:rFonts w:ascii="Trebuchet MS" w:hAnsi="Trebuchet MS"/>
                <w:b/>
                <w:bCs/>
                <w:sz w:val="72"/>
                <w:szCs w:val="72"/>
              </w:rPr>
              <w:t>+</w:t>
            </w:r>
          </w:p>
        </w:tc>
      </w:tr>
    </w:tbl>
    <w:p w14:paraId="154995C2" w14:textId="77777777" w:rsidR="00973F14" w:rsidRDefault="00973F14">
      <w:pPr>
        <w:pStyle w:val="Standard"/>
      </w:pPr>
    </w:p>
    <w:p w14:paraId="4302E454" w14:textId="5C339DD0" w:rsidR="00973F14" w:rsidRDefault="00B33CD3">
      <w:pPr>
        <w:pStyle w:val="Standard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25A45F" wp14:editId="531ADC71">
                <wp:simplePos x="0" y="0"/>
                <wp:positionH relativeFrom="page">
                  <wp:posOffset>4114801</wp:posOffset>
                </wp:positionH>
                <wp:positionV relativeFrom="paragraph">
                  <wp:posOffset>198119</wp:posOffset>
                </wp:positionV>
                <wp:extent cx="3270250" cy="1828800"/>
                <wp:effectExtent l="0" t="838200" r="0" b="8445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5500">
                          <a:off x="0" y="0"/>
                          <a:ext cx="32702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B878F4" w14:textId="77777777" w:rsidR="00B33CD3" w:rsidRPr="00B33CD3" w:rsidRDefault="00B33CD3" w:rsidP="00B33CD3">
                            <w:pPr>
                              <w:pStyle w:val="TableContents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Exemple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5A45F" id="Zone de texte 5" o:spid="_x0000_s1028" type="#_x0000_t202" style="position:absolute;margin-left:324pt;margin-top:15.6pt;width:257.5pt;height:2in;rotation:2288845fd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" filled="f" stroked="f">
                <v:fill o:detectmouseclick="t"/>
                <v:textbox style="mso-fit-shape-to-text:t">
                  <w:txbxContent>
                    <w:p w14:paraId="4CB878F4" w14:textId="77777777" w:rsidR="00B33CD3" w:rsidRPr="00B33CD3" w:rsidRDefault="00B33CD3" w:rsidP="00B33CD3">
                      <w:pPr>
                        <w:pStyle w:val="TableContents"/>
                        <w:jc w:val="center"/>
                        <w:rPr>
                          <w:rFonts w:ascii="Trebuchet MS" w:hAnsi="Trebuchet MS"/>
                          <w:b/>
                          <w:bCs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Exemple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419CE">
        <w:rPr>
          <w:rFonts w:ascii="Tahoma" w:hAnsi="Tahoma"/>
          <w:b/>
          <w:bCs/>
          <w:sz w:val="28"/>
          <w:szCs w:val="28"/>
          <w:u w:val="single"/>
        </w:rPr>
        <w:t xml:space="preserve">Code : </w:t>
      </w:r>
      <w:r w:rsidR="009419CE">
        <w:rPr>
          <w:sz w:val="28"/>
          <w:szCs w:val="28"/>
        </w:rPr>
        <w:tab/>
      </w:r>
      <w:r w:rsidR="009419CE" w:rsidRPr="006961F6">
        <w:rPr>
          <w:b/>
          <w:bCs/>
          <w:sz w:val="32"/>
          <w:szCs w:val="32"/>
        </w:rPr>
        <w:t xml:space="preserve">+ </w:t>
      </w:r>
      <w:r w:rsidR="009419CE">
        <w:rPr>
          <w:b/>
          <w:bCs/>
          <w:sz w:val="28"/>
          <w:szCs w:val="28"/>
        </w:rPr>
        <w:t>: Satisfait</w:t>
      </w:r>
    </w:p>
    <w:p w14:paraId="60FE54D6" w14:textId="7D7266C9" w:rsidR="00973F14" w:rsidRDefault="009419CE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gramStart"/>
      <w:r w:rsidRPr="006961F6">
        <w:rPr>
          <w:b/>
          <w:bCs/>
          <w:sz w:val="32"/>
          <w:szCs w:val="32"/>
        </w:rPr>
        <w:t>-</w:t>
      </w:r>
      <w:r>
        <w:rPr>
          <w:b/>
          <w:bCs/>
          <w:sz w:val="28"/>
          <w:szCs w:val="28"/>
        </w:rPr>
        <w:t xml:space="preserve">  :</w:t>
      </w:r>
      <w:proofErr w:type="gramEnd"/>
      <w:r>
        <w:rPr>
          <w:b/>
          <w:bCs/>
          <w:sz w:val="28"/>
          <w:szCs w:val="28"/>
        </w:rPr>
        <w:t xml:space="preserve"> Non satisfait</w:t>
      </w:r>
    </w:p>
    <w:p w14:paraId="18098C48" w14:textId="6BD81893" w:rsidR="00973F14" w:rsidRDefault="009419CE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0 : A améliorer, avis partagé</w:t>
      </w:r>
    </w:p>
    <w:p w14:paraId="41576745" w14:textId="49F0C994" w:rsidR="00973F14" w:rsidRDefault="00973F14">
      <w:pPr>
        <w:pStyle w:val="Standard"/>
      </w:pPr>
    </w:p>
    <w:p w14:paraId="512195FC" w14:textId="0C729644" w:rsidR="00973F14" w:rsidRDefault="009419CE">
      <w:pPr>
        <w:pStyle w:val="Standard"/>
      </w:pPr>
      <w:r>
        <w:rPr>
          <w:rFonts w:ascii="Arial" w:hAnsi="Arial"/>
          <w:b/>
          <w:bCs/>
          <w:i/>
          <w:iCs/>
          <w:sz w:val="28"/>
          <w:szCs w:val="28"/>
        </w:rPr>
        <w:t>Argumenter votre choix</w:t>
      </w:r>
      <w:r w:rsidR="006961F6">
        <w:rPr>
          <w:rFonts w:ascii="Arial" w:hAnsi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/>
          <w:b/>
          <w:bCs/>
          <w:i/>
          <w:iCs/>
          <w:sz w:val="28"/>
          <w:szCs w:val="28"/>
        </w:rPr>
        <w:t>:</w:t>
      </w:r>
    </w:p>
    <w:p w14:paraId="1083CF2C" w14:textId="45F61439" w:rsidR="00973F14" w:rsidRDefault="009419CE">
      <w:pPr>
        <w:pStyle w:val="Standard"/>
        <w:rPr>
          <w:rFonts w:ascii="Arial" w:hAnsi="Arial"/>
          <w:i/>
          <w:iCs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>On a choisi l’idée 3 car c’est ce</w:t>
      </w:r>
      <w:r w:rsidR="00B90544">
        <w:rPr>
          <w:rFonts w:ascii="Arial" w:hAnsi="Arial"/>
          <w:i/>
          <w:iCs/>
          <w:sz w:val="28"/>
          <w:szCs w:val="28"/>
        </w:rPr>
        <w:t>lle</w:t>
      </w:r>
      <w:r>
        <w:rPr>
          <w:rFonts w:ascii="Arial" w:hAnsi="Arial"/>
          <w:i/>
          <w:iCs/>
          <w:sz w:val="28"/>
          <w:szCs w:val="28"/>
        </w:rPr>
        <w:t xml:space="preserve"> qui a le plus de point positif : son coût, sa </w:t>
      </w:r>
      <w:r w:rsidR="00E15621">
        <w:rPr>
          <w:rFonts w:ascii="Arial" w:hAnsi="Arial"/>
          <w:i/>
          <w:iCs/>
          <w:sz w:val="28"/>
          <w:szCs w:val="28"/>
        </w:rPr>
        <w:t>réalisation assez simple</w:t>
      </w:r>
      <w:r>
        <w:rPr>
          <w:rFonts w:ascii="Arial" w:hAnsi="Arial"/>
          <w:i/>
          <w:iCs/>
          <w:sz w:val="28"/>
          <w:szCs w:val="28"/>
        </w:rPr>
        <w:t xml:space="preserve"> et le </w:t>
      </w:r>
      <w:r>
        <w:rPr>
          <w:rFonts w:ascii="Arial" w:hAnsi="Arial"/>
          <w:i/>
          <w:iCs/>
          <w:sz w:val="28"/>
          <w:szCs w:val="28"/>
        </w:rPr>
        <w:t xml:space="preserve">maintien des feuilles. Il faudra </w:t>
      </w:r>
      <w:r>
        <w:rPr>
          <w:rFonts w:ascii="Arial" w:hAnsi="Arial"/>
          <w:i/>
          <w:iCs/>
          <w:sz w:val="28"/>
          <w:szCs w:val="28"/>
        </w:rPr>
        <w:t>améliore</w:t>
      </w:r>
      <w:r w:rsidR="00B90544">
        <w:rPr>
          <w:rFonts w:ascii="Arial" w:hAnsi="Arial"/>
          <w:i/>
          <w:iCs/>
          <w:sz w:val="28"/>
          <w:szCs w:val="28"/>
        </w:rPr>
        <w:t>r</w:t>
      </w:r>
      <w:r>
        <w:rPr>
          <w:rFonts w:ascii="Arial" w:hAnsi="Arial"/>
          <w:i/>
          <w:iCs/>
          <w:sz w:val="28"/>
          <w:szCs w:val="28"/>
        </w:rPr>
        <w:t xml:space="preserve"> son Design </w:t>
      </w:r>
      <w:r w:rsidR="00B90544">
        <w:rPr>
          <w:rFonts w:ascii="Arial" w:hAnsi="Arial"/>
          <w:i/>
          <w:iCs/>
          <w:sz w:val="28"/>
          <w:szCs w:val="28"/>
        </w:rPr>
        <w:t xml:space="preserve">et bien définir ses dimensions </w:t>
      </w:r>
      <w:r>
        <w:rPr>
          <w:rFonts w:ascii="Arial" w:hAnsi="Arial"/>
          <w:i/>
          <w:iCs/>
          <w:sz w:val="28"/>
          <w:szCs w:val="28"/>
        </w:rPr>
        <w:t xml:space="preserve">pour répondre </w:t>
      </w:r>
      <w:r>
        <w:rPr>
          <w:rFonts w:ascii="Arial" w:hAnsi="Arial"/>
          <w:i/>
          <w:iCs/>
          <w:sz w:val="28"/>
          <w:szCs w:val="28"/>
        </w:rPr>
        <w:t>au</w:t>
      </w:r>
      <w:r w:rsidR="00B33CD3">
        <w:rPr>
          <w:rFonts w:ascii="Arial" w:hAnsi="Arial"/>
          <w:i/>
          <w:iCs/>
          <w:sz w:val="28"/>
          <w:szCs w:val="28"/>
        </w:rPr>
        <w:t>x attentes</w:t>
      </w:r>
      <w:r w:rsidR="00B90544">
        <w:rPr>
          <w:rFonts w:ascii="Arial" w:hAnsi="Arial"/>
          <w:i/>
          <w:iCs/>
          <w:sz w:val="28"/>
          <w:szCs w:val="28"/>
        </w:rPr>
        <w:t xml:space="preserve">. </w:t>
      </w:r>
      <w:r w:rsidR="006961F6">
        <w:rPr>
          <w:rFonts w:ascii="Arial" w:hAnsi="Arial"/>
          <w:i/>
          <w:iCs/>
          <w:sz w:val="28"/>
          <w:szCs w:val="28"/>
        </w:rPr>
        <w:t>(</w:t>
      </w:r>
      <w:r w:rsidR="00B90544">
        <w:rPr>
          <w:rFonts w:ascii="Arial" w:hAnsi="Arial"/>
          <w:i/>
          <w:iCs/>
          <w:sz w:val="28"/>
          <w:szCs w:val="28"/>
        </w:rPr>
        <w:t>Peut être utiliser le Design de l’idée 1</w:t>
      </w:r>
      <w:r w:rsidR="006961F6">
        <w:rPr>
          <w:rFonts w:ascii="Arial" w:hAnsi="Arial"/>
          <w:i/>
          <w:iCs/>
          <w:sz w:val="28"/>
          <w:szCs w:val="28"/>
        </w:rPr>
        <w:t>)</w:t>
      </w:r>
    </w:p>
    <w:p w14:paraId="2BAF90AB" w14:textId="77777777" w:rsidR="00973F14" w:rsidRDefault="00973F14">
      <w:pPr>
        <w:pStyle w:val="Standard"/>
        <w:rPr>
          <w:rFonts w:ascii="Arial" w:hAnsi="Arial"/>
          <w:i/>
          <w:iCs/>
          <w:sz w:val="20"/>
          <w:szCs w:val="20"/>
        </w:rPr>
      </w:pPr>
    </w:p>
    <w:p w14:paraId="094DC71E" w14:textId="77777777" w:rsidR="00973F14" w:rsidRDefault="009419CE">
      <w:pPr>
        <w:pStyle w:val="Standard"/>
        <w:rPr>
          <w:rFonts w:ascii="Arial" w:hAnsi="Arial"/>
          <w:b/>
          <w:bCs/>
          <w:i/>
          <w:iCs/>
          <w:sz w:val="30"/>
          <w:szCs w:val="30"/>
        </w:rPr>
      </w:pPr>
      <w:r>
        <w:rPr>
          <w:rFonts w:ascii="Arial" w:hAnsi="Arial"/>
          <w:b/>
          <w:bCs/>
          <w:i/>
          <w:iCs/>
          <w:sz w:val="30"/>
          <w:szCs w:val="30"/>
        </w:rPr>
        <w:t>CROQUIS de l’idée retenue :</w:t>
      </w:r>
    </w:p>
    <w:p w14:paraId="07DC78F5" w14:textId="57F294C1" w:rsidR="00973F14" w:rsidRDefault="00973F14">
      <w:pPr>
        <w:pStyle w:val="Standard"/>
        <w:rPr>
          <w:rFonts w:ascii="Arial" w:hAnsi="Arial"/>
          <w:b/>
          <w:bCs/>
          <w:i/>
          <w:iCs/>
          <w:sz w:val="30"/>
          <w:szCs w:val="30"/>
        </w:rPr>
      </w:pPr>
    </w:p>
    <w:p w14:paraId="3019052E" w14:textId="33CE497A" w:rsidR="00973F14" w:rsidRDefault="00973F14">
      <w:pPr>
        <w:pStyle w:val="Standard"/>
        <w:rPr>
          <w:rFonts w:ascii="Arial" w:hAnsi="Arial"/>
          <w:b/>
          <w:bCs/>
          <w:i/>
          <w:iCs/>
          <w:sz w:val="30"/>
          <w:szCs w:val="30"/>
        </w:rPr>
      </w:pPr>
    </w:p>
    <w:p w14:paraId="4AE875B3" w14:textId="78A55E25" w:rsidR="00973F14" w:rsidRDefault="00774FF4">
      <w:pPr>
        <w:pStyle w:val="Standard"/>
        <w:rPr>
          <w:rFonts w:ascii="Arial" w:hAnsi="Arial"/>
          <w:b/>
          <w:bCs/>
          <w:i/>
          <w:iCs/>
          <w:sz w:val="30"/>
          <w:szCs w:val="30"/>
        </w:rPr>
      </w:pPr>
      <w:r>
        <w:rPr>
          <w:rFonts w:ascii="Arial" w:hAnsi="Arial"/>
          <w:b/>
          <w:bCs/>
          <w:i/>
          <w:i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DFB2F9" wp14:editId="24D1EC7B">
                <wp:simplePos x="0" y="0"/>
                <wp:positionH relativeFrom="column">
                  <wp:posOffset>838200</wp:posOffset>
                </wp:positionH>
                <wp:positionV relativeFrom="paragraph">
                  <wp:posOffset>37465</wp:posOffset>
                </wp:positionV>
                <wp:extent cx="6350" cy="1631950"/>
                <wp:effectExtent l="114300" t="0" r="146050" b="6350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631950"/>
                        </a:xfrm>
                        <a:prstGeom prst="line">
                          <a:avLst/>
                        </a:prstGeom>
                        <a:ln w="2476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A5D5E" id="Connecteur droit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pt,2.95pt" to="66.5pt,1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" strokecolor="#4472c4 [3204]" strokeweight="19.5pt">
                <v:stroke joinstyle="miter"/>
              </v:line>
            </w:pict>
          </mc:Fallback>
        </mc:AlternateContent>
      </w:r>
      <w:r w:rsidR="00267181">
        <w:rPr>
          <w:rFonts w:ascii="Arial" w:hAnsi="Arial"/>
          <w:b/>
          <w:bCs/>
          <w:i/>
          <w:i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CEA23B" wp14:editId="07AF2DE8">
                <wp:simplePos x="0" y="0"/>
                <wp:positionH relativeFrom="column">
                  <wp:posOffset>5149850</wp:posOffset>
                </wp:positionH>
                <wp:positionV relativeFrom="paragraph">
                  <wp:posOffset>31115</wp:posOffset>
                </wp:positionV>
                <wp:extent cx="31750" cy="1562100"/>
                <wp:effectExtent l="114300" t="0" r="139700" b="5715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1562100"/>
                        </a:xfrm>
                        <a:prstGeom prst="line">
                          <a:avLst/>
                        </a:prstGeom>
                        <a:ln w="2476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3199DD" id="Connecteur droit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5pt,2.45pt" to="408pt,1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" strokecolor="#4472c4 [3204]" strokeweight="19.5pt">
                <v:stroke joinstyle="miter"/>
              </v:line>
            </w:pict>
          </mc:Fallback>
        </mc:AlternateContent>
      </w:r>
      <w:r w:rsidR="00267181">
        <w:rPr>
          <w:rFonts w:ascii="Arial" w:hAnsi="Arial"/>
          <w:b/>
          <w:bCs/>
          <w:i/>
          <w:i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08986E" wp14:editId="59171805">
                <wp:simplePos x="0" y="0"/>
                <wp:positionH relativeFrom="column">
                  <wp:posOffset>742950</wp:posOffset>
                </wp:positionH>
                <wp:positionV relativeFrom="paragraph">
                  <wp:posOffset>145415</wp:posOffset>
                </wp:positionV>
                <wp:extent cx="4514850" cy="19050"/>
                <wp:effectExtent l="0" t="114300" r="57150" b="1333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14850" cy="19050"/>
                        </a:xfrm>
                        <a:prstGeom prst="line">
                          <a:avLst/>
                        </a:prstGeom>
                        <a:ln w="2476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504F3B" id="Connecteur droit 6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5pt,11.45pt" to="414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" strokecolor="#4472c4 [3204]" strokeweight="19.5pt">
                <v:stroke joinstyle="miter"/>
              </v:line>
            </w:pict>
          </mc:Fallback>
        </mc:AlternateContent>
      </w:r>
    </w:p>
    <w:p w14:paraId="52F83283" w14:textId="59F34353" w:rsidR="00973F14" w:rsidRDefault="00774FF4">
      <w:pPr>
        <w:pStyle w:val="Standard"/>
        <w:rPr>
          <w:rFonts w:ascii="Arial" w:hAnsi="Arial"/>
          <w:b/>
          <w:bCs/>
          <w:i/>
          <w:iCs/>
          <w:sz w:val="30"/>
          <w:szCs w:val="30"/>
        </w:rPr>
      </w:pPr>
      <w:r>
        <w:rPr>
          <w:rFonts w:ascii="Arial" w:hAnsi="Arial"/>
          <w:b/>
          <w:bCs/>
          <w:i/>
          <w:i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2DDF33" wp14:editId="6DE4FCE9">
                <wp:simplePos x="0" y="0"/>
                <wp:positionH relativeFrom="column">
                  <wp:posOffset>920750</wp:posOffset>
                </wp:positionH>
                <wp:positionV relativeFrom="paragraph">
                  <wp:posOffset>212090</wp:posOffset>
                </wp:positionV>
                <wp:extent cx="3441700" cy="838200"/>
                <wp:effectExtent l="0" t="0" r="6350" b="0"/>
                <wp:wrapNone/>
                <wp:docPr id="11" name="Flèche : pentago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700" cy="83820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EC4A41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Flèche : pentagone 11" o:spid="_x0000_s1026" type="#_x0000_t15" style="position:absolute;margin-left:72.5pt;margin-top:16.7pt;width:271pt;height:6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" adj="18970" fillcolor="#4472c4 [3204]" stroked="f" strokeweight="1pt"/>
            </w:pict>
          </mc:Fallback>
        </mc:AlternateContent>
      </w:r>
    </w:p>
    <w:p w14:paraId="16B6A74E" w14:textId="2F7D9423" w:rsidR="00973F14" w:rsidRDefault="00774FF4">
      <w:pPr>
        <w:pStyle w:val="Standard"/>
        <w:rPr>
          <w:rFonts w:ascii="Arial" w:hAnsi="Arial"/>
          <w:b/>
          <w:bCs/>
          <w:i/>
          <w:iCs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0963B8" wp14:editId="2187DE6A">
                <wp:simplePos x="0" y="0"/>
                <wp:positionH relativeFrom="column">
                  <wp:posOffset>2000250</wp:posOffset>
                </wp:positionH>
                <wp:positionV relativeFrom="paragraph">
                  <wp:posOffset>73025</wp:posOffset>
                </wp:positionV>
                <wp:extent cx="1828800" cy="1828800"/>
                <wp:effectExtent l="0" t="0" r="0" b="635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CD7F87" w14:textId="3806DBC5" w:rsidR="00774FF4" w:rsidRPr="00774FF4" w:rsidRDefault="00774FF4" w:rsidP="00774FF4">
                            <w:pPr>
                              <w:pStyle w:val="Standard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CVC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0963B8" id="Zone de texte 12" o:spid="_x0000_s1029" type="#_x0000_t202" style="position:absolute;margin-left:157.5pt;margin-top:5.7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" filled="f" stroked="f">
                <v:fill o:detectmouseclick="t"/>
                <v:textbox style="mso-fit-shape-to-text:t">
                  <w:txbxContent>
                    <w:p w14:paraId="3DCD7F87" w14:textId="3806DBC5" w:rsidR="00774FF4" w:rsidRPr="00774FF4" w:rsidRDefault="00774FF4" w:rsidP="00774FF4">
                      <w:pPr>
                        <w:pStyle w:val="Standard"/>
                        <w:jc w:val="center"/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CVC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bCs/>
          <w:i/>
          <w:i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805CE6" wp14:editId="4506F61F">
                <wp:simplePos x="0" y="0"/>
                <wp:positionH relativeFrom="column">
                  <wp:posOffset>939800</wp:posOffset>
                </wp:positionH>
                <wp:positionV relativeFrom="paragraph">
                  <wp:posOffset>5715</wp:posOffset>
                </wp:positionV>
                <wp:extent cx="2914650" cy="825500"/>
                <wp:effectExtent l="0" t="0" r="19050" b="127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825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95189A" id="Rectangle 10" o:spid="_x0000_s1026" style="position:absolute;margin-left:74pt;margin-top:.45pt;width:229.5pt;height: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" fillcolor="#4472c4 [3204]" strokecolor="#1f3763 [1604]" strokeweight="1pt"/>
            </w:pict>
          </mc:Fallback>
        </mc:AlternateContent>
      </w:r>
    </w:p>
    <w:p w14:paraId="783D1B66" w14:textId="393132FB" w:rsidR="00973F14" w:rsidRDefault="00973F14">
      <w:pPr>
        <w:pStyle w:val="Standard"/>
        <w:rPr>
          <w:rFonts w:ascii="Arial" w:hAnsi="Arial"/>
          <w:b/>
          <w:bCs/>
          <w:i/>
          <w:iCs/>
          <w:sz w:val="30"/>
          <w:szCs w:val="30"/>
        </w:rPr>
      </w:pPr>
    </w:p>
    <w:p w14:paraId="5B50FD82" w14:textId="3F105C1F" w:rsidR="00973F14" w:rsidRDefault="00973F14">
      <w:pPr>
        <w:pStyle w:val="Standard"/>
        <w:rPr>
          <w:rFonts w:ascii="Arial" w:hAnsi="Arial"/>
          <w:b/>
          <w:bCs/>
          <w:i/>
          <w:iCs/>
          <w:sz w:val="30"/>
          <w:szCs w:val="30"/>
        </w:rPr>
      </w:pPr>
    </w:p>
    <w:p w14:paraId="4D1A3BF8" w14:textId="0BEF02C8" w:rsidR="00973F14" w:rsidRDefault="00973F14">
      <w:pPr>
        <w:pStyle w:val="Standard"/>
        <w:rPr>
          <w:rFonts w:ascii="Arial" w:hAnsi="Arial"/>
          <w:b/>
          <w:bCs/>
          <w:i/>
          <w:iCs/>
          <w:sz w:val="30"/>
          <w:szCs w:val="30"/>
        </w:rPr>
      </w:pPr>
    </w:p>
    <w:p w14:paraId="027B6779" w14:textId="572B05A1" w:rsidR="00973F14" w:rsidRDefault="00267181">
      <w:pPr>
        <w:pStyle w:val="Standard"/>
        <w:rPr>
          <w:rFonts w:ascii="Arial" w:hAnsi="Arial"/>
          <w:b/>
          <w:bCs/>
          <w:i/>
          <w:iCs/>
          <w:sz w:val="30"/>
          <w:szCs w:val="30"/>
        </w:rPr>
      </w:pPr>
      <w:r>
        <w:rPr>
          <w:rFonts w:ascii="Arial" w:hAnsi="Arial"/>
          <w:b/>
          <w:bCs/>
          <w:i/>
          <w:i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233C2A" wp14:editId="79904BF6">
                <wp:simplePos x="0" y="0"/>
                <wp:positionH relativeFrom="column">
                  <wp:posOffset>787400</wp:posOffset>
                </wp:positionH>
                <wp:positionV relativeFrom="paragraph">
                  <wp:posOffset>219075</wp:posOffset>
                </wp:positionV>
                <wp:extent cx="4514850" cy="19050"/>
                <wp:effectExtent l="0" t="114300" r="57150" b="1333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14850" cy="19050"/>
                        </a:xfrm>
                        <a:prstGeom prst="line">
                          <a:avLst/>
                        </a:prstGeom>
                        <a:ln w="2476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6FEF1A" id="Connecteur droit 8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pt,17.25pt" to="417.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" strokecolor="#4472c4 [3204]" strokeweight="19.5pt">
                <v:stroke joinstyle="miter"/>
              </v:line>
            </w:pict>
          </mc:Fallback>
        </mc:AlternateContent>
      </w:r>
    </w:p>
    <w:p w14:paraId="533D4048" w14:textId="77777777" w:rsidR="00973F14" w:rsidRDefault="00973F14">
      <w:pPr>
        <w:pStyle w:val="Standard"/>
        <w:rPr>
          <w:rFonts w:ascii="Arial" w:hAnsi="Arial"/>
          <w:b/>
          <w:bCs/>
          <w:i/>
          <w:iCs/>
          <w:sz w:val="30"/>
          <w:szCs w:val="30"/>
        </w:rPr>
      </w:pPr>
    </w:p>
    <w:p w14:paraId="4AC25A3F" w14:textId="77777777" w:rsidR="00973F14" w:rsidRDefault="009419CE">
      <w:pPr>
        <w:pStyle w:val="Standard"/>
        <w:jc w:val="center"/>
      </w:pPr>
      <w:r>
        <w:rPr>
          <w:rFonts w:ascii="Arial Black" w:hAnsi="Arial Black"/>
          <w:sz w:val="36"/>
          <w:szCs w:val="36"/>
        </w:rPr>
        <w:t>Choisir une idée ?</w:t>
      </w:r>
    </w:p>
    <w:p w14:paraId="1D0D0DD0" w14:textId="77777777" w:rsidR="00973F14" w:rsidRDefault="009419CE">
      <w:pPr>
        <w:pStyle w:val="Standard"/>
        <w:pBdr>
          <w:top w:val="double" w:sz="6" w:space="1" w:color="000000"/>
          <w:left w:val="double" w:sz="6" w:space="1" w:color="000000"/>
          <w:bottom w:val="double" w:sz="6" w:space="1" w:color="000000"/>
          <w:right w:val="double" w:sz="6" w:space="1" w:color="000000"/>
        </w:pBdr>
        <w:shd w:val="clear" w:color="auto" w:fill="CCCCCC"/>
        <w:spacing w:line="360" w:lineRule="auto"/>
      </w:pPr>
      <w:r>
        <w:rPr>
          <w:rFonts w:ascii="Arial" w:hAnsi="Arial"/>
          <w:b/>
          <w:bCs/>
          <w:i/>
          <w:iCs/>
          <w:sz w:val="28"/>
          <w:szCs w:val="28"/>
        </w:rPr>
        <w:t xml:space="preserve">Année scolaire :  </w:t>
      </w:r>
    </w:p>
    <w:p w14:paraId="18D79FC2" w14:textId="77777777" w:rsidR="00973F14" w:rsidRDefault="009419CE">
      <w:pPr>
        <w:pStyle w:val="Standard"/>
        <w:pBdr>
          <w:top w:val="double" w:sz="6" w:space="1" w:color="000000"/>
          <w:left w:val="double" w:sz="6" w:space="1" w:color="000000"/>
          <w:bottom w:val="double" w:sz="6" w:space="1" w:color="000000"/>
          <w:right w:val="double" w:sz="6" w:space="1" w:color="000000"/>
        </w:pBdr>
        <w:shd w:val="clear" w:color="auto" w:fill="CCCCCC"/>
        <w:spacing w:line="360" w:lineRule="auto"/>
        <w:rPr>
          <w:rFonts w:ascii="Arial" w:hAnsi="Arial"/>
          <w:b/>
          <w:bCs/>
          <w:i/>
          <w:i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</w:rPr>
        <w:t>Classe :</w:t>
      </w:r>
    </w:p>
    <w:p w14:paraId="23189BFC" w14:textId="4926B4FA" w:rsidR="00973F14" w:rsidRDefault="009419CE">
      <w:pPr>
        <w:pStyle w:val="Standard"/>
        <w:pBdr>
          <w:top w:val="double" w:sz="6" w:space="1" w:color="000000"/>
          <w:left w:val="double" w:sz="6" w:space="1" w:color="000000"/>
          <w:bottom w:val="double" w:sz="6" w:space="1" w:color="000000"/>
          <w:right w:val="double" w:sz="6" w:space="1" w:color="000000"/>
        </w:pBdr>
        <w:shd w:val="clear" w:color="auto" w:fill="CCCCCC"/>
        <w:spacing w:line="360" w:lineRule="auto"/>
        <w:rPr>
          <w:rFonts w:ascii="Arial" w:hAnsi="Arial"/>
          <w:b/>
          <w:bCs/>
          <w:i/>
          <w:i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</w:rPr>
        <w:t>Nom</w:t>
      </w:r>
      <w:r w:rsidR="00B33CD3">
        <w:rPr>
          <w:rFonts w:ascii="Arial" w:hAnsi="Arial"/>
          <w:b/>
          <w:bCs/>
          <w:i/>
          <w:iCs/>
          <w:sz w:val="28"/>
          <w:szCs w:val="28"/>
        </w:rPr>
        <w:t>(s)</w:t>
      </w:r>
      <w:r w:rsidR="00CE7061">
        <w:rPr>
          <w:rFonts w:ascii="Arial" w:hAnsi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/>
          <w:b/>
          <w:bCs/>
          <w:i/>
          <w:iCs/>
          <w:sz w:val="28"/>
          <w:szCs w:val="28"/>
        </w:rPr>
        <w:t>:</w:t>
      </w:r>
    </w:p>
    <w:p w14:paraId="0224E978" w14:textId="77777777" w:rsidR="00973F14" w:rsidRDefault="00973F14">
      <w:pPr>
        <w:pStyle w:val="Standard"/>
        <w:pBdr>
          <w:top w:val="double" w:sz="6" w:space="1" w:color="000000"/>
          <w:left w:val="double" w:sz="6" w:space="1" w:color="000000"/>
          <w:bottom w:val="double" w:sz="6" w:space="1" w:color="000000"/>
          <w:right w:val="double" w:sz="6" w:space="1" w:color="000000"/>
        </w:pBdr>
        <w:shd w:val="clear" w:color="auto" w:fill="CCCCCC"/>
        <w:rPr>
          <w:rFonts w:ascii="Arial" w:hAnsi="Arial"/>
          <w:b/>
          <w:bCs/>
          <w:i/>
          <w:iCs/>
        </w:rPr>
      </w:pPr>
    </w:p>
    <w:p w14:paraId="5D1D48AE" w14:textId="77777777" w:rsidR="00973F14" w:rsidRDefault="00973F14">
      <w:pPr>
        <w:pStyle w:val="Standard"/>
        <w:rPr>
          <w:rFonts w:ascii="Arial" w:hAnsi="Arial"/>
          <w:b/>
          <w:bCs/>
          <w:i/>
          <w:iCs/>
        </w:rPr>
      </w:pPr>
    </w:p>
    <w:p w14:paraId="477A1BDF" w14:textId="77777777" w:rsidR="00973F14" w:rsidRDefault="00973F14">
      <w:pPr>
        <w:pStyle w:val="Standard"/>
        <w:rPr>
          <w:rFonts w:ascii="Arial" w:hAnsi="Arial"/>
          <w:b/>
          <w:bCs/>
          <w:i/>
          <w:iCs/>
        </w:rPr>
      </w:pPr>
    </w:p>
    <w:p w14:paraId="328C10A1" w14:textId="55CE341F" w:rsidR="00973F14" w:rsidRDefault="00B33CD3">
      <w:pPr>
        <w:pStyle w:val="Standard"/>
        <w:rPr>
          <w:rFonts w:ascii="Arial" w:hAnsi="Arial"/>
          <w:b/>
          <w:bCs/>
          <w:i/>
          <w:iCs/>
        </w:rPr>
      </w:pPr>
      <w:r>
        <w:rPr>
          <w:sz w:val="32"/>
          <w:szCs w:val="32"/>
        </w:rPr>
        <w:t xml:space="preserve">Projet :  </w:t>
      </w:r>
      <w:r>
        <w:rPr>
          <w:sz w:val="20"/>
          <w:szCs w:val="20"/>
        </w:rPr>
        <w:t>…………</w:t>
      </w:r>
      <w:r w:rsidR="009419CE">
        <w:rPr>
          <w:sz w:val="20"/>
          <w:szCs w:val="20"/>
        </w:rPr>
        <w:t>…………………………………………………………………………………</w:t>
      </w:r>
    </w:p>
    <w:p w14:paraId="4266C96E" w14:textId="77777777" w:rsidR="00973F14" w:rsidRDefault="00973F14">
      <w:pPr>
        <w:pStyle w:val="Standard"/>
        <w:rPr>
          <w:rFonts w:ascii="Arial" w:hAnsi="Arial"/>
          <w:b/>
          <w:bCs/>
          <w:i/>
          <w:iCs/>
        </w:rPr>
      </w:pPr>
    </w:p>
    <w:p w14:paraId="7C4A4BBC" w14:textId="5382F821" w:rsidR="00973F14" w:rsidRDefault="009419CE">
      <w:pPr>
        <w:pStyle w:val="Standard"/>
        <w:jc w:val="center"/>
        <w:rPr>
          <w:rFonts w:ascii="Arial" w:hAnsi="Arial"/>
          <w:b/>
          <w:bCs/>
          <w:i/>
          <w:iCs/>
        </w:rPr>
      </w:pPr>
      <w:r>
        <w:rPr>
          <w:sz w:val="32"/>
          <w:szCs w:val="32"/>
          <w:u w:val="single"/>
        </w:rPr>
        <w:t>Tableau</w:t>
      </w:r>
      <w:r w:rsidR="00F65874">
        <w:rPr>
          <w:sz w:val="32"/>
          <w:szCs w:val="32"/>
          <w:u w:val="single"/>
        </w:rPr>
        <w:t xml:space="preserve"> comparatif</w:t>
      </w:r>
    </w:p>
    <w:p w14:paraId="49487624" w14:textId="77777777" w:rsidR="00973F14" w:rsidRDefault="00973F14">
      <w:pPr>
        <w:pStyle w:val="Standard"/>
      </w:pPr>
    </w:p>
    <w:tbl>
      <w:tblPr>
        <w:tblW w:w="1026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0"/>
        <w:gridCol w:w="1700"/>
        <w:gridCol w:w="1367"/>
        <w:gridCol w:w="1533"/>
        <w:gridCol w:w="1750"/>
        <w:gridCol w:w="1767"/>
      </w:tblGrid>
      <w:tr w:rsidR="00973F14" w14:paraId="13D70A04" w14:textId="77777777">
        <w:tblPrEx>
          <w:tblCellMar>
            <w:top w:w="0" w:type="dxa"/>
            <w:bottom w:w="0" w:type="dxa"/>
          </w:tblCellMar>
        </w:tblPrEx>
        <w:tc>
          <w:tcPr>
            <w:tcW w:w="21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90CE1" w14:textId="77777777" w:rsidR="00973F14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36"/>
                <w:szCs w:val="36"/>
              </w:rPr>
            </w:pPr>
            <w:r>
              <w:rPr>
                <w:rFonts w:ascii="Trebuchet MS" w:hAnsi="Trebuchet MS"/>
                <w:b/>
                <w:bCs/>
                <w:sz w:val="36"/>
                <w:szCs w:val="36"/>
              </w:rPr>
              <w:t>Titre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A010B8" w14:textId="77777777" w:rsidR="00973F14" w:rsidRPr="00955D8C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</w:pPr>
            <w:r w:rsidRPr="00955D8C"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  <w:t>Maintenir</w:t>
            </w:r>
          </w:p>
        </w:tc>
        <w:tc>
          <w:tcPr>
            <w:tcW w:w="136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AE3BC9" w14:textId="77777777" w:rsidR="00973F14" w:rsidRPr="00955D8C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</w:pPr>
            <w:r w:rsidRPr="00955D8C"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  <w:t>Valoriser</w:t>
            </w:r>
          </w:p>
        </w:tc>
        <w:tc>
          <w:tcPr>
            <w:tcW w:w="15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3858CB" w14:textId="77777777" w:rsidR="00973F14" w:rsidRPr="00955D8C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</w:pPr>
            <w:r w:rsidRPr="00955D8C"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  <w:t>Mesurer</w:t>
            </w:r>
          </w:p>
        </w:tc>
        <w:tc>
          <w:tcPr>
            <w:tcW w:w="17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B36E97" w14:textId="77777777" w:rsidR="00973F14" w:rsidRPr="00955D8C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</w:pPr>
            <w:r w:rsidRPr="00955D8C"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  <w:t>Être réalisable</w:t>
            </w:r>
          </w:p>
        </w:tc>
        <w:tc>
          <w:tcPr>
            <w:tcW w:w="176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A660AA" w14:textId="77777777" w:rsidR="00973F14" w:rsidRPr="00955D8C" w:rsidRDefault="009419CE">
            <w:pPr>
              <w:pStyle w:val="TableContents"/>
              <w:jc w:val="center"/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</w:pPr>
            <w:r w:rsidRPr="00955D8C">
              <w:rPr>
                <w:rFonts w:ascii="Trebuchet MS" w:hAnsi="Trebuchet MS"/>
                <w:b/>
                <w:bCs/>
                <w:color w:val="C45911" w:themeColor="accent2" w:themeShade="BF"/>
                <w:sz w:val="30"/>
                <w:szCs w:val="30"/>
              </w:rPr>
              <w:t>Coûter</w:t>
            </w:r>
          </w:p>
        </w:tc>
      </w:tr>
      <w:tr w:rsidR="00973F14" w14:paraId="21B61DDB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215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7EE08" w14:textId="77777777" w:rsidR="00973F14" w:rsidRDefault="00973F14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</w:p>
          <w:p w14:paraId="346373B0" w14:textId="77777777" w:rsidR="00973F14" w:rsidRDefault="00973F14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</w:p>
        </w:tc>
        <w:tc>
          <w:tcPr>
            <w:tcW w:w="170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9E50D" w14:textId="77777777" w:rsidR="00973F14" w:rsidRDefault="00973F1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</w:p>
        </w:tc>
        <w:tc>
          <w:tcPr>
            <w:tcW w:w="1367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513D1" w14:textId="77777777" w:rsidR="00973F14" w:rsidRDefault="00973F1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</w:p>
        </w:tc>
        <w:tc>
          <w:tcPr>
            <w:tcW w:w="1533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60893" w14:textId="77777777" w:rsidR="00973F14" w:rsidRDefault="00973F1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</w:p>
        </w:tc>
        <w:tc>
          <w:tcPr>
            <w:tcW w:w="175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3CC76" w14:textId="77777777" w:rsidR="00973F14" w:rsidRDefault="00973F1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</w:p>
        </w:tc>
        <w:tc>
          <w:tcPr>
            <w:tcW w:w="176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7BBA2" w14:textId="77777777" w:rsidR="00973F14" w:rsidRDefault="00973F1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</w:p>
        </w:tc>
      </w:tr>
      <w:tr w:rsidR="00973F14" w14:paraId="10F8EBD4" w14:textId="77777777">
        <w:tblPrEx>
          <w:tblCellMar>
            <w:top w:w="0" w:type="dxa"/>
            <w:bottom w:w="0" w:type="dxa"/>
          </w:tblCellMar>
        </w:tblPrEx>
        <w:tc>
          <w:tcPr>
            <w:tcW w:w="215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41287" w14:textId="77777777" w:rsidR="00973F14" w:rsidRDefault="00973F14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</w:p>
          <w:p w14:paraId="4B67B92E" w14:textId="77777777" w:rsidR="00973F14" w:rsidRDefault="00973F14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</w:p>
          <w:p w14:paraId="65380861" w14:textId="77777777" w:rsidR="00973F14" w:rsidRDefault="00973F14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</w:p>
        </w:tc>
        <w:tc>
          <w:tcPr>
            <w:tcW w:w="170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655F1" w14:textId="77777777" w:rsidR="00973F14" w:rsidRDefault="00973F1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</w:p>
        </w:tc>
        <w:tc>
          <w:tcPr>
            <w:tcW w:w="1367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BDD2F" w14:textId="77777777" w:rsidR="00973F14" w:rsidRDefault="00973F1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</w:p>
        </w:tc>
        <w:tc>
          <w:tcPr>
            <w:tcW w:w="1533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13DB8" w14:textId="77777777" w:rsidR="00973F14" w:rsidRDefault="00973F1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</w:p>
        </w:tc>
        <w:tc>
          <w:tcPr>
            <w:tcW w:w="175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9C064" w14:textId="77777777" w:rsidR="00973F14" w:rsidRDefault="00973F1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</w:p>
        </w:tc>
        <w:tc>
          <w:tcPr>
            <w:tcW w:w="176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6A29C" w14:textId="77777777" w:rsidR="00973F14" w:rsidRDefault="00973F1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</w:p>
        </w:tc>
      </w:tr>
      <w:tr w:rsidR="00973F14" w14:paraId="2E77B0C7" w14:textId="77777777">
        <w:tblPrEx>
          <w:tblCellMar>
            <w:top w:w="0" w:type="dxa"/>
            <w:bottom w:w="0" w:type="dxa"/>
          </w:tblCellMar>
        </w:tblPrEx>
        <w:tc>
          <w:tcPr>
            <w:tcW w:w="215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BDD7D" w14:textId="77777777" w:rsidR="00973F14" w:rsidRDefault="00973F14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</w:p>
          <w:p w14:paraId="02ECC41A" w14:textId="77777777" w:rsidR="00973F14" w:rsidRDefault="00973F14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</w:p>
          <w:p w14:paraId="502BDC0E" w14:textId="77777777" w:rsidR="00973F14" w:rsidRDefault="00973F14">
            <w:pPr>
              <w:pStyle w:val="TableContents"/>
              <w:jc w:val="center"/>
              <w:rPr>
                <w:rFonts w:ascii="sans-serif" w:hAnsi="sans-serif" w:hint="eastAsia"/>
                <w:sz w:val="25"/>
              </w:rPr>
            </w:pPr>
          </w:p>
        </w:tc>
        <w:tc>
          <w:tcPr>
            <w:tcW w:w="170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5F149" w14:textId="77777777" w:rsidR="00973F14" w:rsidRDefault="00973F1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</w:p>
        </w:tc>
        <w:tc>
          <w:tcPr>
            <w:tcW w:w="1367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65317" w14:textId="77777777" w:rsidR="00973F14" w:rsidRDefault="00973F1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</w:p>
        </w:tc>
        <w:tc>
          <w:tcPr>
            <w:tcW w:w="1533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E5D77" w14:textId="77777777" w:rsidR="00973F14" w:rsidRDefault="00973F1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</w:p>
        </w:tc>
        <w:tc>
          <w:tcPr>
            <w:tcW w:w="1750" w:type="dxa"/>
            <w:tcBorders>
              <w:left w:val="single" w:sz="18" w:space="0" w:color="000000"/>
              <w:bottom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47C57" w14:textId="77777777" w:rsidR="00973F14" w:rsidRDefault="00973F1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</w:p>
        </w:tc>
        <w:tc>
          <w:tcPr>
            <w:tcW w:w="176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2F4D8" w14:textId="77777777" w:rsidR="00973F14" w:rsidRDefault="00973F14">
            <w:pPr>
              <w:pStyle w:val="TableContents"/>
              <w:jc w:val="center"/>
              <w:rPr>
                <w:rFonts w:ascii="Trebuchet MS" w:hAnsi="Trebuchet MS"/>
                <w:b/>
                <w:bCs/>
                <w:sz w:val="72"/>
                <w:szCs w:val="72"/>
              </w:rPr>
            </w:pPr>
          </w:p>
        </w:tc>
      </w:tr>
    </w:tbl>
    <w:p w14:paraId="40C57F82" w14:textId="77777777" w:rsidR="00973F14" w:rsidRDefault="00973F14">
      <w:pPr>
        <w:pStyle w:val="Standard"/>
      </w:pPr>
    </w:p>
    <w:p w14:paraId="73B9876C" w14:textId="77777777" w:rsidR="00973F14" w:rsidRDefault="009419CE">
      <w:pPr>
        <w:pStyle w:val="Standard"/>
        <w:rPr>
          <w:sz w:val="28"/>
          <w:szCs w:val="28"/>
        </w:rPr>
      </w:pPr>
      <w:r>
        <w:rPr>
          <w:rFonts w:ascii="Tahoma" w:hAnsi="Tahoma"/>
          <w:b/>
          <w:bCs/>
          <w:sz w:val="28"/>
          <w:szCs w:val="28"/>
          <w:u w:val="single"/>
        </w:rPr>
        <w:t xml:space="preserve">Code : </w:t>
      </w:r>
      <w:r>
        <w:rPr>
          <w:sz w:val="28"/>
          <w:szCs w:val="28"/>
        </w:rPr>
        <w:tab/>
      </w:r>
    </w:p>
    <w:p w14:paraId="2F8D3B56" w14:textId="77777777" w:rsidR="00973F14" w:rsidRDefault="00973F14">
      <w:pPr>
        <w:pStyle w:val="Standard"/>
        <w:rPr>
          <w:sz w:val="28"/>
          <w:szCs w:val="28"/>
        </w:rPr>
      </w:pPr>
    </w:p>
    <w:p w14:paraId="582A2AE2" w14:textId="77777777" w:rsidR="00973F14" w:rsidRDefault="00973F14">
      <w:pPr>
        <w:pStyle w:val="Standard"/>
        <w:rPr>
          <w:sz w:val="28"/>
          <w:szCs w:val="28"/>
        </w:rPr>
      </w:pPr>
    </w:p>
    <w:p w14:paraId="64BBF55E" w14:textId="77777777" w:rsidR="00973F14" w:rsidRDefault="00973F14">
      <w:pPr>
        <w:pStyle w:val="Standard"/>
      </w:pPr>
    </w:p>
    <w:p w14:paraId="19C10C1D" w14:textId="734D97EB" w:rsidR="00973F14" w:rsidRDefault="009419CE">
      <w:pPr>
        <w:pStyle w:val="Standard"/>
      </w:pPr>
      <w:r>
        <w:rPr>
          <w:rFonts w:ascii="Arial" w:hAnsi="Arial"/>
          <w:b/>
          <w:bCs/>
          <w:i/>
          <w:iCs/>
          <w:sz w:val="28"/>
          <w:szCs w:val="28"/>
        </w:rPr>
        <w:t>Argumenter votre choix</w:t>
      </w:r>
      <w:r w:rsidR="00CE7061">
        <w:rPr>
          <w:rFonts w:ascii="Arial" w:hAnsi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/>
          <w:b/>
          <w:bCs/>
          <w:i/>
          <w:iCs/>
          <w:sz w:val="28"/>
          <w:szCs w:val="28"/>
        </w:rPr>
        <w:t>:</w:t>
      </w:r>
    </w:p>
    <w:p w14:paraId="1DFA7CC5" w14:textId="77777777" w:rsidR="00973F14" w:rsidRDefault="00973F14">
      <w:pPr>
        <w:pStyle w:val="Standard"/>
        <w:rPr>
          <w:rFonts w:ascii="Arial" w:hAnsi="Arial"/>
          <w:i/>
          <w:iCs/>
          <w:sz w:val="20"/>
          <w:szCs w:val="20"/>
        </w:rPr>
      </w:pPr>
    </w:p>
    <w:p w14:paraId="2D9148F1" w14:textId="77777777" w:rsidR="00973F14" w:rsidRDefault="00973F14">
      <w:pPr>
        <w:pStyle w:val="Standard"/>
        <w:rPr>
          <w:rFonts w:ascii="Arial" w:hAnsi="Arial"/>
          <w:i/>
          <w:iCs/>
          <w:sz w:val="20"/>
          <w:szCs w:val="20"/>
        </w:rPr>
      </w:pPr>
    </w:p>
    <w:p w14:paraId="39A801F2" w14:textId="77777777" w:rsidR="00973F14" w:rsidRDefault="00973F14">
      <w:pPr>
        <w:pStyle w:val="Standard"/>
        <w:rPr>
          <w:rFonts w:ascii="Arial" w:hAnsi="Arial"/>
          <w:i/>
          <w:iCs/>
          <w:sz w:val="20"/>
          <w:szCs w:val="20"/>
        </w:rPr>
      </w:pPr>
    </w:p>
    <w:p w14:paraId="7D5F63D2" w14:textId="77777777" w:rsidR="00973F14" w:rsidRDefault="00973F14">
      <w:pPr>
        <w:pStyle w:val="Standard"/>
        <w:rPr>
          <w:rFonts w:ascii="Arial" w:hAnsi="Arial"/>
          <w:i/>
          <w:iCs/>
          <w:sz w:val="20"/>
          <w:szCs w:val="20"/>
        </w:rPr>
      </w:pPr>
    </w:p>
    <w:p w14:paraId="4F85775C" w14:textId="77777777" w:rsidR="00973F14" w:rsidRDefault="00973F14">
      <w:pPr>
        <w:pStyle w:val="Standard"/>
        <w:rPr>
          <w:rFonts w:ascii="Arial" w:hAnsi="Arial"/>
          <w:i/>
          <w:iCs/>
          <w:sz w:val="20"/>
          <w:szCs w:val="20"/>
        </w:rPr>
      </w:pPr>
    </w:p>
    <w:p w14:paraId="4E40D8DE" w14:textId="77777777" w:rsidR="00973F14" w:rsidRDefault="00973F14">
      <w:pPr>
        <w:pStyle w:val="Standard"/>
        <w:rPr>
          <w:rFonts w:ascii="Arial" w:hAnsi="Arial"/>
          <w:i/>
          <w:iCs/>
          <w:sz w:val="20"/>
          <w:szCs w:val="20"/>
        </w:rPr>
      </w:pPr>
    </w:p>
    <w:p w14:paraId="28CC8B53" w14:textId="77777777" w:rsidR="00973F14" w:rsidRDefault="00973F14">
      <w:pPr>
        <w:pStyle w:val="Standard"/>
        <w:rPr>
          <w:rFonts w:ascii="Arial" w:hAnsi="Arial"/>
          <w:i/>
          <w:iCs/>
          <w:sz w:val="20"/>
          <w:szCs w:val="20"/>
        </w:rPr>
      </w:pPr>
    </w:p>
    <w:p w14:paraId="4A09BE5A" w14:textId="77777777" w:rsidR="00973F14" w:rsidRDefault="00973F14">
      <w:pPr>
        <w:pStyle w:val="Standard"/>
        <w:rPr>
          <w:rFonts w:ascii="Arial" w:hAnsi="Arial"/>
          <w:i/>
          <w:iCs/>
          <w:sz w:val="20"/>
          <w:szCs w:val="20"/>
        </w:rPr>
      </w:pPr>
    </w:p>
    <w:p w14:paraId="72D85C4F" w14:textId="77777777" w:rsidR="00973F14" w:rsidRDefault="009419CE">
      <w:pPr>
        <w:pStyle w:val="Standard"/>
        <w:rPr>
          <w:rFonts w:ascii="Arial" w:hAnsi="Arial"/>
          <w:b/>
          <w:bCs/>
          <w:i/>
          <w:iCs/>
          <w:sz w:val="30"/>
          <w:szCs w:val="30"/>
        </w:rPr>
      </w:pPr>
      <w:r>
        <w:rPr>
          <w:rFonts w:ascii="Arial" w:hAnsi="Arial"/>
          <w:b/>
          <w:bCs/>
          <w:i/>
          <w:iCs/>
          <w:sz w:val="30"/>
          <w:szCs w:val="30"/>
        </w:rPr>
        <w:t>CROQUIS de l’idée retenue :</w:t>
      </w:r>
    </w:p>
    <w:p w14:paraId="715A25D4" w14:textId="77777777" w:rsidR="00973F14" w:rsidRDefault="00973F14">
      <w:pPr>
        <w:pStyle w:val="Standard"/>
        <w:rPr>
          <w:rFonts w:ascii="Arial" w:hAnsi="Arial"/>
          <w:b/>
          <w:bCs/>
          <w:i/>
          <w:iCs/>
          <w:sz w:val="30"/>
          <w:szCs w:val="30"/>
        </w:rPr>
      </w:pPr>
    </w:p>
    <w:p w14:paraId="2A6A1BD8" w14:textId="77777777" w:rsidR="00973F14" w:rsidRDefault="00973F14">
      <w:pPr>
        <w:pStyle w:val="Standard"/>
        <w:rPr>
          <w:rFonts w:ascii="Arial" w:hAnsi="Arial"/>
          <w:b/>
          <w:bCs/>
          <w:i/>
          <w:iCs/>
          <w:sz w:val="30"/>
          <w:szCs w:val="30"/>
        </w:rPr>
      </w:pPr>
    </w:p>
    <w:sectPr w:rsidR="00973F14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8FF06" w14:textId="77777777" w:rsidR="00000000" w:rsidRDefault="009419CE">
      <w:r>
        <w:separator/>
      </w:r>
    </w:p>
  </w:endnote>
  <w:endnote w:type="continuationSeparator" w:id="0">
    <w:p w14:paraId="7835336C" w14:textId="77777777" w:rsidR="00000000" w:rsidRDefault="0094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ans-serif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B019D" w14:textId="77777777" w:rsidR="00000000" w:rsidRDefault="009419CE">
      <w:r>
        <w:rPr>
          <w:color w:val="000000"/>
        </w:rPr>
        <w:separator/>
      </w:r>
    </w:p>
  </w:footnote>
  <w:footnote w:type="continuationSeparator" w:id="0">
    <w:p w14:paraId="5A1C2D36" w14:textId="77777777" w:rsidR="00000000" w:rsidRDefault="009419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35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73F14"/>
    <w:rsid w:val="00267181"/>
    <w:rsid w:val="003C53CE"/>
    <w:rsid w:val="006961F6"/>
    <w:rsid w:val="006D6134"/>
    <w:rsid w:val="00774FF4"/>
    <w:rsid w:val="009419CE"/>
    <w:rsid w:val="00955D8C"/>
    <w:rsid w:val="00973F14"/>
    <w:rsid w:val="009B45D1"/>
    <w:rsid w:val="009F344A"/>
    <w:rsid w:val="009F3771"/>
    <w:rsid w:val="00B33CD3"/>
    <w:rsid w:val="00B90544"/>
    <w:rsid w:val="00CE7061"/>
    <w:rsid w:val="00E15621"/>
    <w:rsid w:val="00F6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691EB3"/>
  <w15:docId w15:val="{EDBBCE38-2631-4C0D-9322-0BE74A4E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/Users/LACHAUD%20Christophe/Documents/TRAVAIL/2018%20-%202019%20sauvegarde%2015%20Janvier%202019/Cycle%204/S2%205/Fiche%20choisir%20une%20id&#233;e.odt/Norma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LACHAUD Christophe</dc:creator>
  <cp:lastModifiedBy>LACHAUD Christophe</cp:lastModifiedBy>
  <cp:revision>6</cp:revision>
  <cp:lastPrinted>2018-10-19T12:39:00Z</cp:lastPrinted>
  <dcterms:created xsi:type="dcterms:W3CDTF">2020-05-20T09:36:00Z</dcterms:created>
  <dcterms:modified xsi:type="dcterms:W3CDTF">2020-05-20T09:41:00Z</dcterms:modified>
</cp:coreProperties>
</file>